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D46" w:rsidRPr="00FF1075" w:rsidRDefault="00FF4D46" w:rsidP="00D43F0A">
      <w:pPr>
        <w:framePr w:w="1989" w:h="397" w:hRule="exact" w:hSpace="57" w:wrap="notBeside" w:vAnchor="page" w:hAnchor="page" w:x="3496" w:y="3605"/>
        <w:widowControl w:val="0"/>
        <w:pBdr>
          <w:bottom w:val="single" w:sz="6" w:space="1" w:color="auto"/>
        </w:pBdr>
        <w:spacing w:line="320" w:lineRule="exact"/>
        <w:ind w:left="0" w:right="-6"/>
        <w:rPr>
          <w:noProof/>
          <w:position w:val="-8"/>
        </w:rPr>
      </w:pPr>
      <w:r>
        <w:rPr>
          <w:noProof/>
          <w:position w:val="-8"/>
        </w:rPr>
        <w:t>№ 06-83</w:t>
      </w:r>
      <w:r w:rsidRPr="00FF1075">
        <w:rPr>
          <w:noProof/>
          <w:position w:val="-8"/>
        </w:rPr>
        <w:t>-201</w:t>
      </w:r>
      <w:r>
        <w:rPr>
          <w:noProof/>
          <w:position w:val="-8"/>
        </w:rPr>
        <w:t>4</w:t>
      </w:r>
    </w:p>
    <w:p w:rsidR="00FF4D46" w:rsidRPr="00FF1075" w:rsidRDefault="00FF4D46" w:rsidP="00D43F0A">
      <w:pPr>
        <w:framePr w:w="4374" w:h="1418" w:wrap="auto" w:vAnchor="page" w:hAnchor="page" w:x="6946" w:y="1985"/>
        <w:spacing w:before="120" w:after="120" w:line="240" w:lineRule="exact"/>
        <w:ind w:left="-284"/>
        <w:jc w:val="left"/>
      </w:pPr>
    </w:p>
    <w:p w:rsidR="00FF4D46" w:rsidRPr="00FF1075" w:rsidRDefault="00FF4D46" w:rsidP="00D43F0A">
      <w:pPr>
        <w:widowControl w:val="0"/>
        <w:tabs>
          <w:tab w:val="left" w:pos="9632"/>
        </w:tabs>
        <w:ind w:left="0" w:right="-7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2.85pt;margin-top:42.5pt;width:216.15pt;height:81pt;z-index:251658240;mso-position-vertical-relative:margin" o:allowincell="f" filled="f" stroked="f">
            <v:textbox style="mso-next-textbox:#_x0000_s1026">
              <w:txbxContent>
                <w:p w:rsidR="00FF4D46" w:rsidRDefault="00FF4D46" w:rsidP="00D43F0A">
                  <w:pPr>
                    <w:widowControl w:val="0"/>
                    <w:spacing w:line="200" w:lineRule="exact"/>
                    <w:ind w:left="0" w:right="-6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Прокуратура Российской Федерации</w:t>
                  </w:r>
                </w:p>
                <w:p w:rsidR="00FF4D46" w:rsidRDefault="00FF4D46" w:rsidP="00D43F0A">
                  <w:pPr>
                    <w:pStyle w:val="Heading1"/>
                    <w:ind w:lef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Прокуратура Курской области</w:t>
                  </w:r>
                </w:p>
                <w:p w:rsidR="00FF4D46" w:rsidRDefault="00FF4D46" w:rsidP="00D43F0A">
                  <w:pPr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ПРОКУРАТУРА ОКТЯБРЬСКОГО РАЙОНА</w:t>
                  </w:r>
                </w:p>
                <w:p w:rsidR="00FF4D46" w:rsidRDefault="00FF4D46" w:rsidP="00D43F0A">
                  <w:pPr>
                    <w:ind w:left="0"/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307200,</w:t>
                  </w:r>
                  <w:r>
                    <w:rPr>
                      <w:sz w:val="18"/>
                      <w:szCs w:val="18"/>
                    </w:rPr>
                    <w:t xml:space="preserve"> п. Прямицино, ул. Сеймская, 55</w:t>
                  </w:r>
                </w:p>
                <w:p w:rsidR="00FF4D46" w:rsidRDefault="00FF4D46" w:rsidP="00D43F0A">
                  <w:pPr>
                    <w:ind w:left="0"/>
                    <w:jc w:val="center"/>
                    <w:rPr>
                      <w:noProof/>
                      <w:sz w:val="18"/>
                      <w:szCs w:val="18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t>тел. факс 2-12-40</w:t>
                  </w:r>
                </w:p>
              </w:txbxContent>
            </v:textbox>
            <w10:wrap type="topAndBottom" anchory="margin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148.05pt;margin-top:54.2pt;width:35.55pt;height:41.4pt;z-index:251659264;visibility:visible;mso-position-horizontal-relative:page;mso-position-vertical-relative:page" o:allowincell="f">
            <v:imagedata r:id="rId6" o:title="" croptop="4616f" cropbottom="7087f" cropleft="4054f" cropright="8108f"/>
            <w10:wrap type="topAndBottom" anchorx="page" anchory="page"/>
          </v:shape>
        </w:pict>
      </w:r>
    </w:p>
    <w:p w:rsidR="00FF4D46" w:rsidRPr="00FF1075" w:rsidRDefault="00FF4D46" w:rsidP="00D43F0A">
      <w:pPr>
        <w:framePr w:w="1835" w:h="397" w:hRule="exact" w:wrap="notBeside" w:vAnchor="page" w:hAnchor="page" w:x="1418" w:y="3605" w:anchorLock="1"/>
        <w:pBdr>
          <w:bottom w:val="single" w:sz="6" w:space="1" w:color="auto"/>
        </w:pBdr>
        <w:spacing w:line="320" w:lineRule="exact"/>
        <w:ind w:left="0" w:right="-6"/>
        <w:rPr>
          <w:noProof/>
          <w:position w:val="-8"/>
        </w:rPr>
      </w:pPr>
      <w:r w:rsidRPr="00FF1075">
        <w:rPr>
          <w:noProof/>
          <w:position w:val="-8"/>
        </w:rPr>
        <w:t xml:space="preserve">  </w:t>
      </w:r>
      <w:r>
        <w:rPr>
          <w:noProof/>
          <w:position w:val="-8"/>
        </w:rPr>
        <w:t>25</w:t>
      </w:r>
      <w:r w:rsidRPr="00FF1075">
        <w:rPr>
          <w:noProof/>
          <w:position w:val="-8"/>
        </w:rPr>
        <w:t xml:space="preserve">  </w:t>
      </w:r>
      <w:r>
        <w:rPr>
          <w:noProof/>
          <w:position w:val="-8"/>
        </w:rPr>
        <w:t>.11</w:t>
      </w:r>
      <w:r w:rsidRPr="00FF1075">
        <w:rPr>
          <w:noProof/>
          <w:position w:val="-8"/>
        </w:rPr>
        <w:t>.201</w:t>
      </w:r>
      <w:r>
        <w:rPr>
          <w:noProof/>
          <w:position w:val="-8"/>
        </w:rPr>
        <w:t>4</w:t>
      </w:r>
    </w:p>
    <w:p w:rsidR="00FF4D46" w:rsidRPr="00FF1075" w:rsidRDefault="00FF4D46" w:rsidP="00D43F0A">
      <w:pPr>
        <w:pStyle w:val="BodyTextIndent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FF4D46" w:rsidRDefault="00FF4D46" w:rsidP="00D43F0A">
      <w:pPr>
        <w:pStyle w:val="BodyTextIndent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 результатах проверки законодательства о муниципальной службе и противодействии коррупции».</w:t>
      </w:r>
    </w:p>
    <w:p w:rsidR="00FF4D46" w:rsidRDefault="00FF4D46" w:rsidP="00D43F0A">
      <w:pPr>
        <w:pStyle w:val="BodyTextIndent"/>
        <w:spacing w:after="0" w:line="240" w:lineRule="auto"/>
        <w:ind w:firstLine="709"/>
        <w:jc w:val="both"/>
        <w:rPr>
          <w:sz w:val="28"/>
          <w:szCs w:val="28"/>
        </w:rPr>
      </w:pPr>
    </w:p>
    <w:p w:rsidR="00FF4D46" w:rsidRPr="00770E65" w:rsidRDefault="00FF4D46" w:rsidP="000730A7">
      <w:pPr>
        <w:ind w:left="0" w:firstLine="540"/>
      </w:pPr>
      <w:r w:rsidRPr="00770E65">
        <w:t xml:space="preserve">Прокуратурой Октябрьского района проведена проверка соблюдения требований </w:t>
      </w:r>
      <w:r>
        <w:t xml:space="preserve">федерального </w:t>
      </w:r>
      <w:r w:rsidRPr="00770E65">
        <w:t>законодательства о муниципальной службе и противодействии коррупции.</w:t>
      </w:r>
    </w:p>
    <w:p w:rsidR="00FF4D46" w:rsidRDefault="00FF4D46" w:rsidP="000730A7">
      <w:pPr>
        <w:widowControl w:val="0"/>
        <w:autoSpaceDE w:val="0"/>
        <w:autoSpaceDN w:val="0"/>
        <w:adjustRightInd w:val="0"/>
        <w:ind w:left="0" w:firstLine="540"/>
      </w:pPr>
      <w:r w:rsidRPr="00770E65">
        <w:t>В соответствии с действующим законодательством муниципальные служащие обязаны представлять представителю нанимателя (работодателю)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>
        <w:t>.</w:t>
      </w:r>
      <w:r w:rsidRPr="00770E65">
        <w:t xml:space="preserve"> </w:t>
      </w:r>
      <w:r>
        <w:t>За нарушения законодательства в этой части предусмотрена дисциплинарная ответственность виновных должностных лиц.</w:t>
      </w:r>
    </w:p>
    <w:p w:rsidR="00FF4D46" w:rsidRDefault="00FF4D46" w:rsidP="000730A7">
      <w:pPr>
        <w:widowControl w:val="0"/>
        <w:autoSpaceDE w:val="0"/>
        <w:autoSpaceDN w:val="0"/>
        <w:adjustRightInd w:val="0"/>
        <w:ind w:left="0" w:firstLine="540"/>
      </w:pPr>
      <w:r>
        <w:t>П</w:t>
      </w:r>
      <w:r w:rsidRPr="00770E65">
        <w:t xml:space="preserve">роверкой установлено, что </w:t>
      </w:r>
      <w:r>
        <w:t xml:space="preserve">отдельными </w:t>
      </w:r>
      <w:r w:rsidRPr="00770E65">
        <w:t xml:space="preserve">муниципальными служащими администраций </w:t>
      </w:r>
      <w:r>
        <w:t xml:space="preserve">муниципальных образований </w:t>
      </w:r>
      <w:r w:rsidRPr="00770E65">
        <w:t>района предоставлены неполные и недостоверные сведения о своих доходах</w:t>
      </w:r>
      <w:r>
        <w:t>.</w:t>
      </w:r>
    </w:p>
    <w:p w:rsidR="00FF4D46" w:rsidRPr="00770E65" w:rsidRDefault="00FF4D46" w:rsidP="000730A7">
      <w:pPr>
        <w:ind w:left="0" w:firstLine="540"/>
      </w:pPr>
      <w:r>
        <w:t>По результатам проверки прокурором района в адрес глав муниципальных образований внесены представления об устранении нарушений законодательства о противодействии коррупции.</w:t>
      </w:r>
      <w:r w:rsidRPr="00770E65">
        <w:t xml:space="preserve"> </w:t>
      </w:r>
    </w:p>
    <w:p w:rsidR="00FF4D46" w:rsidRDefault="00FF4D46" w:rsidP="00D43F0A">
      <w:pPr>
        <w:pStyle w:val="BodyTextIndent"/>
        <w:spacing w:after="0" w:line="240" w:lineRule="auto"/>
        <w:ind w:firstLine="709"/>
        <w:jc w:val="both"/>
      </w:pPr>
    </w:p>
    <w:p w:rsidR="00FF4D46" w:rsidRDefault="00FF4D46" w:rsidP="00D43F0A"/>
    <w:p w:rsidR="00FF4D46" w:rsidRDefault="00FF4D46" w:rsidP="00D43F0A">
      <w:pPr>
        <w:pStyle w:val="BodyTextIndent"/>
        <w:spacing w:after="0" w:line="240" w:lineRule="auto"/>
        <w:jc w:val="both"/>
        <w:rPr>
          <w:sz w:val="28"/>
          <w:szCs w:val="28"/>
        </w:rPr>
      </w:pPr>
    </w:p>
    <w:p w:rsidR="00FF4D46" w:rsidRPr="00FF1075" w:rsidRDefault="00FF4D46" w:rsidP="00D43F0A">
      <w:pPr>
        <w:pStyle w:val="BodyTextIndent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Прокурор Октябрьского района</w:t>
      </w:r>
    </w:p>
    <w:p w:rsidR="00FF4D46" w:rsidRDefault="00FF4D46" w:rsidP="00D43F0A">
      <w:pPr>
        <w:ind w:left="0"/>
      </w:pPr>
      <w:r>
        <w:t xml:space="preserve">старший </w:t>
      </w:r>
      <w:r w:rsidRPr="00FF1075">
        <w:t>советник юстиции</w:t>
      </w:r>
      <w:r w:rsidRPr="00FF1075">
        <w:tab/>
        <w:t xml:space="preserve">                                                       </w:t>
      </w:r>
      <w:r>
        <w:t xml:space="preserve">       В.Ф. Усов</w:t>
      </w:r>
    </w:p>
    <w:p w:rsidR="00FF4D46" w:rsidRDefault="00FF4D46" w:rsidP="00D43F0A">
      <w:pPr>
        <w:ind w:left="0"/>
      </w:pPr>
    </w:p>
    <w:p w:rsidR="00FF4D46" w:rsidRDefault="00FF4D46" w:rsidP="00D43F0A">
      <w:pPr>
        <w:ind w:left="0"/>
      </w:pPr>
    </w:p>
    <w:p w:rsidR="00FF4D46" w:rsidRPr="007E1CED" w:rsidRDefault="00FF4D46" w:rsidP="00D43F0A">
      <w:pPr>
        <w:ind w:left="0"/>
        <w:rPr>
          <w:sz w:val="20"/>
          <w:szCs w:val="20"/>
        </w:rPr>
      </w:pPr>
      <w:r w:rsidRPr="007E1CED">
        <w:rPr>
          <w:sz w:val="20"/>
          <w:szCs w:val="20"/>
        </w:rPr>
        <w:t xml:space="preserve">Исп. </w:t>
      </w:r>
      <w:r>
        <w:rPr>
          <w:sz w:val="20"/>
          <w:szCs w:val="20"/>
        </w:rPr>
        <w:t>Пылева Е.П</w:t>
      </w:r>
      <w:r w:rsidRPr="007E1CED">
        <w:rPr>
          <w:sz w:val="20"/>
          <w:szCs w:val="20"/>
        </w:rPr>
        <w:t>. 2-13-57</w:t>
      </w:r>
    </w:p>
    <w:p w:rsidR="00FF4D46" w:rsidRDefault="00FF4D46" w:rsidP="00D43F0A"/>
    <w:p w:rsidR="00FF4D46" w:rsidRDefault="00FF4D46" w:rsidP="00D43F0A"/>
    <w:p w:rsidR="00FF4D46" w:rsidRDefault="00FF4D46"/>
    <w:sectPr w:rsidR="00FF4D46" w:rsidSect="00415158">
      <w:headerReference w:type="default" r:id="rId7"/>
      <w:pgSz w:w="11901" w:h="16817"/>
      <w:pgMar w:top="1134" w:right="567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D46" w:rsidRDefault="00FF4D46" w:rsidP="00DE1D33">
      <w:r>
        <w:separator/>
      </w:r>
    </w:p>
  </w:endnote>
  <w:endnote w:type="continuationSeparator" w:id="0">
    <w:p w:rsidR="00FF4D46" w:rsidRDefault="00FF4D46" w:rsidP="00DE1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D46" w:rsidRDefault="00FF4D46" w:rsidP="00DE1D33">
      <w:r>
        <w:separator/>
      </w:r>
    </w:p>
  </w:footnote>
  <w:footnote w:type="continuationSeparator" w:id="0">
    <w:p w:rsidR="00FF4D46" w:rsidRDefault="00FF4D46" w:rsidP="00DE1D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46" w:rsidRDefault="00FF4D4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F4D46" w:rsidRDefault="00FF4D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F0A"/>
    <w:rsid w:val="000730A7"/>
    <w:rsid w:val="000B530B"/>
    <w:rsid w:val="00100BA6"/>
    <w:rsid w:val="001A4BBB"/>
    <w:rsid w:val="001F569A"/>
    <w:rsid w:val="00415158"/>
    <w:rsid w:val="00466922"/>
    <w:rsid w:val="00770E65"/>
    <w:rsid w:val="007E1CED"/>
    <w:rsid w:val="008B2AB8"/>
    <w:rsid w:val="00977083"/>
    <w:rsid w:val="00982FF5"/>
    <w:rsid w:val="00A55C59"/>
    <w:rsid w:val="00BA59C6"/>
    <w:rsid w:val="00C906BB"/>
    <w:rsid w:val="00C91844"/>
    <w:rsid w:val="00CA0217"/>
    <w:rsid w:val="00D34DF6"/>
    <w:rsid w:val="00D43F0A"/>
    <w:rsid w:val="00DE1D33"/>
    <w:rsid w:val="00FF1075"/>
    <w:rsid w:val="00FF4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F0A"/>
    <w:pPr>
      <w:ind w:left="567"/>
      <w:jc w:val="both"/>
    </w:pPr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3F0A"/>
    <w:pPr>
      <w:keepNext/>
      <w:widowControl w:val="0"/>
      <w:spacing w:line="320" w:lineRule="exact"/>
      <w:ind w:left="1134" w:right="-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3F0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43F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3F0A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D43F0A"/>
  </w:style>
  <w:style w:type="paragraph" w:styleId="BodyTextIndent">
    <w:name w:val="Body Text Indent"/>
    <w:basedOn w:val="Normal"/>
    <w:link w:val="BodyTextIndentChar"/>
    <w:uiPriority w:val="99"/>
    <w:rsid w:val="00D43F0A"/>
    <w:pPr>
      <w:spacing w:after="120" w:line="480" w:lineRule="auto"/>
      <w:ind w:left="0"/>
      <w:jc w:val="left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43F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185</Words>
  <Characters>1061</Characters>
  <Application>Microsoft Office Outlook</Application>
  <DocSecurity>0</DocSecurity>
  <Lines>0</Lines>
  <Paragraphs>0</Paragraphs>
  <ScaleCrop>false</ScaleCrop>
  <Company>Prokuratura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PC-038</dc:creator>
  <cp:keywords/>
  <dc:description/>
  <cp:lastModifiedBy>Люба</cp:lastModifiedBy>
  <cp:revision>5</cp:revision>
  <cp:lastPrinted>2014-11-26T07:58:00Z</cp:lastPrinted>
  <dcterms:created xsi:type="dcterms:W3CDTF">2014-11-26T07:35:00Z</dcterms:created>
  <dcterms:modified xsi:type="dcterms:W3CDTF">2014-11-28T08:09:00Z</dcterms:modified>
</cp:coreProperties>
</file>